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2336E" w14:textId="77777777" w:rsidR="00E70458" w:rsidRDefault="00E70458" w:rsidP="00486AA8">
      <w:pPr>
        <w:pStyle w:val="Titel"/>
        <w:spacing w:before="120" w:after="240" w:line="276" w:lineRule="auto"/>
        <w:ind w:right="1701"/>
        <w:jc w:val="both"/>
        <w:rPr>
          <w:szCs w:val="28"/>
        </w:rPr>
      </w:pPr>
    </w:p>
    <w:p w14:paraId="58811A83" w14:textId="26B85784" w:rsidR="009A5172" w:rsidRDefault="009A5172" w:rsidP="00486AA8">
      <w:pPr>
        <w:pStyle w:val="Titel"/>
        <w:spacing w:before="120" w:after="240" w:line="276" w:lineRule="auto"/>
        <w:ind w:right="1701"/>
        <w:jc w:val="both"/>
        <w:rPr>
          <w:szCs w:val="28"/>
        </w:rPr>
      </w:pPr>
      <w:r w:rsidRPr="009A5172">
        <w:rPr>
          <w:szCs w:val="28"/>
        </w:rPr>
        <w:t xml:space="preserve">Autonome Technik erlebbar machen – </w:t>
      </w:r>
      <w:proofErr w:type="spellStart"/>
      <w:r w:rsidRPr="009A5172">
        <w:rPr>
          <w:szCs w:val="28"/>
        </w:rPr>
        <w:t>Combined</w:t>
      </w:r>
      <w:proofErr w:type="spellEnd"/>
      <w:r w:rsidRPr="009A5172">
        <w:rPr>
          <w:szCs w:val="28"/>
        </w:rPr>
        <w:t xml:space="preserve"> Powers auf der </w:t>
      </w:r>
      <w:proofErr w:type="spellStart"/>
      <w:r w:rsidRPr="009A5172">
        <w:rPr>
          <w:szCs w:val="28"/>
        </w:rPr>
        <w:t>Agritechnica</w:t>
      </w:r>
      <w:proofErr w:type="spellEnd"/>
      <w:r w:rsidRPr="009A5172">
        <w:rPr>
          <w:szCs w:val="28"/>
        </w:rPr>
        <w:t xml:space="preserve"> 2025</w:t>
      </w:r>
    </w:p>
    <w:p w14:paraId="36902DF1" w14:textId="5A1FCBC9" w:rsidR="00E00207" w:rsidRDefault="009A5172" w:rsidP="00486AA8">
      <w:pPr>
        <w:pStyle w:val="Titel"/>
        <w:spacing w:before="120" w:after="240" w:line="276" w:lineRule="auto"/>
        <w:ind w:right="1701"/>
        <w:jc w:val="both"/>
        <w:rPr>
          <w:sz w:val="24"/>
        </w:rPr>
      </w:pPr>
      <w:r w:rsidRPr="009A5172">
        <w:rPr>
          <w:sz w:val="24"/>
        </w:rPr>
        <w:t>KRONE und LEMKEN zeigen gemeinsam praxistaugliche Autonomie-Lösungen</w:t>
      </w:r>
    </w:p>
    <w:p w14:paraId="3D76D049" w14:textId="15447306" w:rsidR="009A5172" w:rsidRPr="009A5172" w:rsidRDefault="009A5172" w:rsidP="009A5172">
      <w:pPr>
        <w:pStyle w:val="Titel"/>
        <w:spacing w:after="240" w:line="360" w:lineRule="auto"/>
        <w:ind w:right="1699"/>
        <w:jc w:val="both"/>
        <w:rPr>
          <w:b w:val="0"/>
          <w:sz w:val="22"/>
          <w:szCs w:val="22"/>
        </w:rPr>
      </w:pPr>
      <w:r w:rsidRPr="009A5172">
        <w:rPr>
          <w:b w:val="0"/>
          <w:sz w:val="22"/>
          <w:szCs w:val="22"/>
        </w:rPr>
        <w:t xml:space="preserve">Im Mittelpunkt steht die neue Generation der Verfahrenstechnischen Einheit (VTE 3.0) des gemeinsamen Projekts </w:t>
      </w:r>
      <w:proofErr w:type="spellStart"/>
      <w:r w:rsidRPr="009A5172">
        <w:rPr>
          <w:b w:val="0"/>
          <w:sz w:val="22"/>
          <w:szCs w:val="22"/>
        </w:rPr>
        <w:t>Combined</w:t>
      </w:r>
      <w:proofErr w:type="spellEnd"/>
      <w:r w:rsidRPr="009A5172">
        <w:rPr>
          <w:b w:val="0"/>
          <w:sz w:val="22"/>
          <w:szCs w:val="22"/>
        </w:rPr>
        <w:t xml:space="preserve"> Powers, die mit intelligenten Anbaugeräten für den autonomen Betrieb ausgerüstet ist. Damit setzen die beiden Landtechnikhersteller ein deutliches Zeichen für die Praxisrelevanz und Zukunftsfähigkeit autonomer Systeme im Ackerbau.</w:t>
      </w:r>
    </w:p>
    <w:p w14:paraId="12215EEF" w14:textId="77777777" w:rsidR="009A5172" w:rsidRPr="009A5172" w:rsidRDefault="009A5172" w:rsidP="009A5172">
      <w:pPr>
        <w:pStyle w:val="Titel"/>
        <w:spacing w:after="240" w:line="360" w:lineRule="auto"/>
        <w:ind w:right="1699"/>
        <w:jc w:val="both"/>
        <w:rPr>
          <w:bCs w:val="0"/>
          <w:sz w:val="22"/>
          <w:szCs w:val="22"/>
        </w:rPr>
      </w:pPr>
      <w:r w:rsidRPr="009A5172">
        <w:rPr>
          <w:bCs w:val="0"/>
          <w:sz w:val="22"/>
          <w:szCs w:val="22"/>
        </w:rPr>
        <w:t>Live auf der Messe und zeitnah auf dem Feld</w:t>
      </w:r>
    </w:p>
    <w:p w14:paraId="2543A535" w14:textId="0A2DF2CD" w:rsidR="009A5172" w:rsidRPr="009A5172" w:rsidRDefault="009A5172" w:rsidP="009A5172">
      <w:pPr>
        <w:pStyle w:val="Titel"/>
        <w:spacing w:after="240" w:line="360" w:lineRule="auto"/>
        <w:ind w:right="1699"/>
        <w:jc w:val="both"/>
        <w:rPr>
          <w:b w:val="0"/>
          <w:sz w:val="22"/>
          <w:szCs w:val="22"/>
        </w:rPr>
      </w:pPr>
      <w:r w:rsidRPr="009A5172">
        <w:rPr>
          <w:b w:val="0"/>
          <w:sz w:val="22"/>
          <w:szCs w:val="22"/>
        </w:rPr>
        <w:t xml:space="preserve">In Halle 27 auf dem KRONE-Stand wird die VTE 3.0 mit zwei Verfahren demonstriert. Zum einen wird der Prozess der Stoppelbearbeitung mit dem LEMKEN Grubber Karat 10/400 Smart Implement gezeigt. Das Anbaugerät ist ausgestattet mit </w:t>
      </w:r>
      <w:proofErr w:type="spellStart"/>
      <w:r w:rsidRPr="009A5172">
        <w:rPr>
          <w:b w:val="0"/>
          <w:sz w:val="22"/>
          <w:szCs w:val="22"/>
        </w:rPr>
        <w:t>iQblue</w:t>
      </w:r>
      <w:proofErr w:type="spellEnd"/>
      <w:r w:rsidRPr="009A5172">
        <w:rPr>
          <w:b w:val="0"/>
          <w:sz w:val="22"/>
          <w:szCs w:val="22"/>
        </w:rPr>
        <w:t xml:space="preserve"> </w:t>
      </w:r>
      <w:proofErr w:type="spellStart"/>
      <w:r w:rsidRPr="009A5172">
        <w:rPr>
          <w:b w:val="0"/>
          <w:sz w:val="22"/>
          <w:szCs w:val="22"/>
        </w:rPr>
        <w:t>tool</w:t>
      </w:r>
      <w:proofErr w:type="spellEnd"/>
      <w:r w:rsidRPr="009A5172">
        <w:rPr>
          <w:b w:val="0"/>
          <w:sz w:val="22"/>
          <w:szCs w:val="22"/>
        </w:rPr>
        <w:t xml:space="preserve"> </w:t>
      </w:r>
      <w:proofErr w:type="spellStart"/>
      <w:r w:rsidRPr="009A5172">
        <w:rPr>
          <w:b w:val="0"/>
          <w:sz w:val="22"/>
          <w:szCs w:val="22"/>
        </w:rPr>
        <w:t>monitoring</w:t>
      </w:r>
      <w:proofErr w:type="spellEnd"/>
      <w:r w:rsidRPr="009A5172">
        <w:rPr>
          <w:b w:val="0"/>
          <w:sz w:val="22"/>
          <w:szCs w:val="22"/>
        </w:rPr>
        <w:t xml:space="preserve">, </w:t>
      </w:r>
      <w:proofErr w:type="spellStart"/>
      <w:r w:rsidRPr="009A5172">
        <w:rPr>
          <w:b w:val="0"/>
          <w:sz w:val="22"/>
          <w:szCs w:val="22"/>
        </w:rPr>
        <w:t>iQblue</w:t>
      </w:r>
      <w:proofErr w:type="spellEnd"/>
      <w:r w:rsidRPr="009A5172">
        <w:rPr>
          <w:b w:val="0"/>
          <w:sz w:val="22"/>
          <w:szCs w:val="22"/>
        </w:rPr>
        <w:t xml:space="preserve"> </w:t>
      </w:r>
      <w:proofErr w:type="spellStart"/>
      <w:r w:rsidRPr="009A5172">
        <w:rPr>
          <w:b w:val="0"/>
          <w:sz w:val="22"/>
          <w:szCs w:val="22"/>
        </w:rPr>
        <w:t>flow</w:t>
      </w:r>
      <w:proofErr w:type="spellEnd"/>
      <w:r w:rsidRPr="009A5172">
        <w:rPr>
          <w:b w:val="0"/>
          <w:sz w:val="22"/>
          <w:szCs w:val="22"/>
        </w:rPr>
        <w:t xml:space="preserve"> </w:t>
      </w:r>
      <w:proofErr w:type="spellStart"/>
      <w:r w:rsidR="00507906">
        <w:rPr>
          <w:b w:val="0"/>
          <w:sz w:val="22"/>
          <w:szCs w:val="22"/>
        </w:rPr>
        <w:t>control</w:t>
      </w:r>
      <w:proofErr w:type="spellEnd"/>
      <w:r w:rsidR="00507906">
        <w:rPr>
          <w:b w:val="0"/>
          <w:sz w:val="22"/>
          <w:szCs w:val="22"/>
        </w:rPr>
        <w:t xml:space="preserve"> </w:t>
      </w:r>
      <w:r w:rsidRPr="009A5172">
        <w:rPr>
          <w:b w:val="0"/>
          <w:sz w:val="22"/>
          <w:szCs w:val="22"/>
        </w:rPr>
        <w:t xml:space="preserve">und </w:t>
      </w:r>
      <w:proofErr w:type="spellStart"/>
      <w:r w:rsidRPr="009A5172">
        <w:rPr>
          <w:b w:val="0"/>
          <w:sz w:val="22"/>
          <w:szCs w:val="22"/>
        </w:rPr>
        <w:t>iQblue</w:t>
      </w:r>
      <w:proofErr w:type="spellEnd"/>
      <w:r w:rsidRPr="009A5172">
        <w:rPr>
          <w:b w:val="0"/>
          <w:sz w:val="22"/>
          <w:szCs w:val="22"/>
        </w:rPr>
        <w:t xml:space="preserve"> </w:t>
      </w:r>
      <w:proofErr w:type="spellStart"/>
      <w:r w:rsidRPr="009A5172">
        <w:rPr>
          <w:b w:val="0"/>
          <w:sz w:val="22"/>
          <w:szCs w:val="22"/>
        </w:rPr>
        <w:t>slipp</w:t>
      </w:r>
      <w:r w:rsidR="003C73EC">
        <w:rPr>
          <w:b w:val="0"/>
          <w:sz w:val="22"/>
          <w:szCs w:val="22"/>
        </w:rPr>
        <w:t>age</w:t>
      </w:r>
      <w:proofErr w:type="spellEnd"/>
      <w:r w:rsidRPr="009A5172">
        <w:rPr>
          <w:b w:val="0"/>
          <w:sz w:val="22"/>
          <w:szCs w:val="22"/>
        </w:rPr>
        <w:t xml:space="preserve"> </w:t>
      </w:r>
      <w:proofErr w:type="spellStart"/>
      <w:r w:rsidRPr="009A5172">
        <w:rPr>
          <w:b w:val="0"/>
          <w:sz w:val="22"/>
          <w:szCs w:val="22"/>
        </w:rPr>
        <w:t>control</w:t>
      </w:r>
      <w:proofErr w:type="spellEnd"/>
      <w:r w:rsidRPr="009A5172">
        <w:rPr>
          <w:b w:val="0"/>
          <w:sz w:val="22"/>
          <w:szCs w:val="22"/>
        </w:rPr>
        <w:t xml:space="preserve"> für einen störungsfreien Betrieb. Zum </w:t>
      </w:r>
      <w:bookmarkStart w:id="0" w:name="_Hlk207639267"/>
      <w:r w:rsidRPr="009A5172">
        <w:rPr>
          <w:b w:val="0"/>
          <w:sz w:val="22"/>
          <w:szCs w:val="22"/>
        </w:rPr>
        <w:t xml:space="preserve">anderen wird der Mähprozess </w:t>
      </w:r>
      <w:r w:rsidR="00E70458" w:rsidRPr="00E70458">
        <w:rPr>
          <w:b w:val="0"/>
          <w:sz w:val="22"/>
          <w:szCs w:val="22"/>
        </w:rPr>
        <w:t xml:space="preserve">mit dem smarten KRONE Mähwerk </w:t>
      </w:r>
      <w:proofErr w:type="spellStart"/>
      <w:r w:rsidR="00E70458" w:rsidRPr="00E70458">
        <w:rPr>
          <w:b w:val="0"/>
          <w:sz w:val="22"/>
          <w:szCs w:val="22"/>
        </w:rPr>
        <w:t>EasyCut</w:t>
      </w:r>
      <w:proofErr w:type="spellEnd"/>
      <w:r w:rsidR="00E70458" w:rsidRPr="00E70458">
        <w:rPr>
          <w:b w:val="0"/>
          <w:sz w:val="22"/>
          <w:szCs w:val="22"/>
        </w:rPr>
        <w:t xml:space="preserve"> F 400 </w:t>
      </w:r>
      <w:proofErr w:type="spellStart"/>
      <w:r w:rsidR="00E70458" w:rsidRPr="00E70458">
        <w:rPr>
          <w:b w:val="0"/>
          <w:sz w:val="22"/>
          <w:szCs w:val="22"/>
        </w:rPr>
        <w:t>Fold</w:t>
      </w:r>
      <w:proofErr w:type="spellEnd"/>
      <w:r w:rsidR="00E70458">
        <w:rPr>
          <w:b w:val="0"/>
          <w:sz w:val="22"/>
          <w:szCs w:val="22"/>
        </w:rPr>
        <w:t xml:space="preserve"> </w:t>
      </w:r>
      <w:r w:rsidRPr="009A5172">
        <w:rPr>
          <w:b w:val="0"/>
          <w:sz w:val="22"/>
          <w:szCs w:val="22"/>
        </w:rPr>
        <w:t>greifbar gemacht</w:t>
      </w:r>
      <w:bookmarkEnd w:id="0"/>
      <w:r w:rsidRPr="009A5172">
        <w:rPr>
          <w:b w:val="0"/>
          <w:sz w:val="22"/>
          <w:szCs w:val="22"/>
        </w:rPr>
        <w:t xml:space="preserve">. Das Scheibenmähwerk verfügt unter anderem über Sensoren zur Positionserfassung (Arbeits-, Transport- und </w:t>
      </w:r>
      <w:proofErr w:type="spellStart"/>
      <w:r w:rsidRPr="009A5172">
        <w:rPr>
          <w:b w:val="0"/>
          <w:sz w:val="22"/>
          <w:szCs w:val="22"/>
        </w:rPr>
        <w:t>Vorgewendestellung</w:t>
      </w:r>
      <w:proofErr w:type="spellEnd"/>
      <w:r w:rsidRPr="009A5172">
        <w:rPr>
          <w:b w:val="0"/>
          <w:sz w:val="22"/>
          <w:szCs w:val="22"/>
        </w:rPr>
        <w:t xml:space="preserve">), zur Detektion von Beschädigungen am Mähwerk sowie zur Überprüfung von Drehzahlen und Entlastungs- beziehungsweise Auflagedruck zur Kontrolle der einwandfreien Funktion und Arbeitsqualität. Bei einer Maschine mit Aufbereiter erfolgt ebenfalls eine Überwachung der </w:t>
      </w:r>
      <w:proofErr w:type="spellStart"/>
      <w:r w:rsidRPr="009A5172">
        <w:rPr>
          <w:b w:val="0"/>
          <w:sz w:val="22"/>
          <w:szCs w:val="22"/>
        </w:rPr>
        <w:t>Aufbereiterzinken</w:t>
      </w:r>
      <w:proofErr w:type="spellEnd"/>
      <w:r w:rsidRPr="009A5172">
        <w:rPr>
          <w:b w:val="0"/>
          <w:sz w:val="22"/>
          <w:szCs w:val="22"/>
        </w:rPr>
        <w:t xml:space="preserve"> auf Beschädigung. Die Sensorintegration ermöglicht bereits heute einen nahezu störungsfreien autonomen Einsatz im Feld. Beide Anbaugeräte stehen exemplarisch für die intelligente Sensorik des Projekts und sind auch einzeln mit Standardtraktoren automatisiert nutzbar. Der smarte Grubber Karat ist gleichzeitig auf dem LEMKEN-Messestand in Halle 11 zu sehen.</w:t>
      </w:r>
    </w:p>
    <w:p w14:paraId="2F25A671" w14:textId="4881EF54" w:rsidR="009A5172" w:rsidRPr="009A5172" w:rsidRDefault="009A5172" w:rsidP="009A5172">
      <w:pPr>
        <w:pStyle w:val="Titel"/>
        <w:spacing w:after="240" w:line="360" w:lineRule="auto"/>
        <w:ind w:right="1699"/>
        <w:jc w:val="both"/>
        <w:rPr>
          <w:b w:val="0"/>
          <w:sz w:val="22"/>
          <w:szCs w:val="22"/>
        </w:rPr>
      </w:pPr>
      <w:r w:rsidRPr="009A5172">
        <w:rPr>
          <w:b w:val="0"/>
          <w:sz w:val="22"/>
          <w:szCs w:val="22"/>
        </w:rPr>
        <w:lastRenderedPageBreak/>
        <w:t xml:space="preserve">Die Umfelderfassung der VTE 3.0 basiert auf der intelligenten Auswertung von Laserscannern, die direkt ins Trägerfahrzeug integriert sind. In diesen Aufbau fließen auch Erkenntnisse ein, die im AI-TEST-FIELD erforscht werden - einem durch das Bundesministerium für Landwirtschaft, Ernährung und Heimat (BMLEH) und Bundesanstalt für Landwirtschaft und Ernährung (BLE) geförderten Kooperations-Projekt mit der Hochschule Osnabrück und dem Deutschen Forschungszentrum für Künstliche Intelligenz (DFKI). Hier werden Sensor-Setups mit reproduzierbaren Abläufen unter realen Umweltbedingungen in landwirtschaftlicher Umgebung durchgeführt, mit Hilfe von Künstlicher Intelligenz (KI) ausgewertet und von den Ingenieuren weiterentwickelt. Die Vernetzung mit dem Projekt </w:t>
      </w:r>
      <w:proofErr w:type="spellStart"/>
      <w:r w:rsidRPr="009A5172">
        <w:rPr>
          <w:b w:val="0"/>
          <w:sz w:val="22"/>
          <w:szCs w:val="22"/>
        </w:rPr>
        <w:t>Combined</w:t>
      </w:r>
      <w:proofErr w:type="spellEnd"/>
      <w:r w:rsidRPr="009A5172">
        <w:rPr>
          <w:b w:val="0"/>
          <w:sz w:val="22"/>
          <w:szCs w:val="22"/>
        </w:rPr>
        <w:t xml:space="preserve"> Powers ermöglicht es, die im AI-TEST-FIELD gewonnenen Erkenntnisse auf reale Landmaschinen zu transferieren und in echten Feldeinsätzen zu erproben. Gleichzeitig werden Erkenntnisse und Daten aus diesen Erprobungen an das interdisziplinäre Forschungsteam um AI-TEST-FIELD zurückgespiegelt, um die Eignung als Forschungs-, Evaluations- und Entwicklungsumgebung für hochautomatisierte Agrarsysteme zu bewerten.</w:t>
      </w:r>
    </w:p>
    <w:p w14:paraId="526EFBC4" w14:textId="77777777" w:rsidR="009A5172" w:rsidRPr="009A5172" w:rsidRDefault="009A5172" w:rsidP="009A5172">
      <w:pPr>
        <w:pStyle w:val="Titel"/>
        <w:spacing w:after="240" w:line="360" w:lineRule="auto"/>
        <w:ind w:right="1699"/>
        <w:jc w:val="both"/>
        <w:rPr>
          <w:bCs w:val="0"/>
          <w:sz w:val="22"/>
          <w:szCs w:val="22"/>
        </w:rPr>
      </w:pPr>
      <w:r w:rsidRPr="009A5172">
        <w:rPr>
          <w:bCs w:val="0"/>
          <w:sz w:val="22"/>
          <w:szCs w:val="22"/>
        </w:rPr>
        <w:t>Ein System – eine Vision: Gemeinsam in die Zukunft</w:t>
      </w:r>
    </w:p>
    <w:p w14:paraId="06BD6952" w14:textId="3BC756D6" w:rsidR="009A5172" w:rsidRPr="009A5172" w:rsidRDefault="009A5172" w:rsidP="009A5172">
      <w:pPr>
        <w:pStyle w:val="Titel"/>
        <w:spacing w:after="240" w:line="360" w:lineRule="auto"/>
        <w:ind w:right="1699"/>
        <w:jc w:val="both"/>
        <w:rPr>
          <w:b w:val="0"/>
          <w:sz w:val="22"/>
          <w:szCs w:val="22"/>
        </w:rPr>
      </w:pPr>
      <w:r w:rsidRPr="009A5172">
        <w:rPr>
          <w:b w:val="0"/>
          <w:sz w:val="22"/>
          <w:szCs w:val="22"/>
        </w:rPr>
        <w:t>Erste Anbaugeräte werden in den kommenden Jahren als Smart Implement im automatisierten Betrieb für den Standardtraktor verfügbar sein, um die Fahrer bei der Gerätekontrolle zu entlasten. In Kombination mit einer autonomen Zugeinheit werden sie zu einer Verfahrenstechnischen Einheit, mit der sich autonome Prozesse realisieren lassen. Für die Steuerung ist mit dem zentralen Human-</w:t>
      </w:r>
      <w:proofErr w:type="spellStart"/>
      <w:r w:rsidRPr="009A5172">
        <w:rPr>
          <w:b w:val="0"/>
          <w:sz w:val="22"/>
          <w:szCs w:val="22"/>
        </w:rPr>
        <w:t>Machine</w:t>
      </w:r>
      <w:proofErr w:type="spellEnd"/>
      <w:r w:rsidRPr="009A5172">
        <w:rPr>
          <w:b w:val="0"/>
          <w:sz w:val="22"/>
          <w:szCs w:val="22"/>
        </w:rPr>
        <w:t>-Interface (HMI) ein neues Bedienkonzept entwickelt worden, das die Planung, Überwachung und Steuerung der Prozesse ermöglicht – sowohl am Büro-PC als auch auf mobilen Endgeräten.</w:t>
      </w:r>
    </w:p>
    <w:p w14:paraId="2B7E1D79" w14:textId="77777777" w:rsidR="009A5172" w:rsidRPr="009A5172" w:rsidRDefault="009A5172" w:rsidP="009A5172">
      <w:pPr>
        <w:pStyle w:val="Titel"/>
        <w:spacing w:after="240" w:line="360" w:lineRule="auto"/>
        <w:ind w:right="1699"/>
        <w:jc w:val="both"/>
        <w:rPr>
          <w:b w:val="0"/>
          <w:sz w:val="22"/>
          <w:szCs w:val="22"/>
        </w:rPr>
      </w:pPr>
      <w:r w:rsidRPr="009A5172">
        <w:rPr>
          <w:b w:val="0"/>
          <w:sz w:val="22"/>
          <w:szCs w:val="22"/>
        </w:rPr>
        <w:t xml:space="preserve">Parallel dazu arbeiten die beiden Projektpartner an einem gemeinsamen Vertriebskonzept, das auf eine Markteinführung der autonomen Einheiten ab 2028 abzielt. Dieses Konzept berücksichtigt unter anderem betriebswirtschaftliche Bewertungen, Flächenausstattungen der Betriebe und Prozesskostenanalysen. Tools zur Bewertung des autonomen Einsatzes sind bereits in der Entwicklung. Die Produktion der Zugeinheiten </w:t>
      </w:r>
      <w:r w:rsidRPr="009A5172">
        <w:rPr>
          <w:b w:val="0"/>
          <w:sz w:val="22"/>
          <w:szCs w:val="22"/>
        </w:rPr>
        <w:lastRenderedPageBreak/>
        <w:t xml:space="preserve">erfolgt künftig am KRONE-Standort in </w:t>
      </w:r>
      <w:proofErr w:type="spellStart"/>
      <w:r w:rsidRPr="009A5172">
        <w:rPr>
          <w:b w:val="0"/>
          <w:sz w:val="22"/>
          <w:szCs w:val="22"/>
        </w:rPr>
        <w:t>Spelle</w:t>
      </w:r>
      <w:proofErr w:type="spellEnd"/>
      <w:r w:rsidRPr="009A5172">
        <w:rPr>
          <w:b w:val="0"/>
          <w:sz w:val="22"/>
          <w:szCs w:val="22"/>
        </w:rPr>
        <w:t>, während die Anbaugeräte aus den jeweiligen Produktionsstandorten der beiden Unternehmen stammen.</w:t>
      </w:r>
    </w:p>
    <w:p w14:paraId="203D64A7" w14:textId="77777777" w:rsidR="009A5172" w:rsidRPr="009A5172" w:rsidRDefault="009A5172" w:rsidP="009A5172">
      <w:pPr>
        <w:pStyle w:val="Titel"/>
        <w:spacing w:after="240" w:line="360" w:lineRule="auto"/>
        <w:ind w:right="1699"/>
        <w:jc w:val="both"/>
        <w:rPr>
          <w:bCs w:val="0"/>
          <w:sz w:val="22"/>
          <w:szCs w:val="22"/>
        </w:rPr>
      </w:pPr>
      <w:r w:rsidRPr="009A5172">
        <w:rPr>
          <w:bCs w:val="0"/>
          <w:sz w:val="22"/>
          <w:szCs w:val="22"/>
        </w:rPr>
        <w:t>Werkstatt Live &amp; Hochvolt-Schulung: Wissen, das elektrisiert</w:t>
      </w:r>
    </w:p>
    <w:p w14:paraId="6E4B2F42" w14:textId="4DC39B6F" w:rsidR="009A5172" w:rsidRPr="009A5172" w:rsidRDefault="009A5172" w:rsidP="009A5172">
      <w:pPr>
        <w:pStyle w:val="Titel"/>
        <w:spacing w:after="240" w:line="360" w:lineRule="auto"/>
        <w:ind w:right="1699"/>
        <w:jc w:val="both"/>
        <w:rPr>
          <w:b w:val="0"/>
          <w:sz w:val="22"/>
          <w:szCs w:val="22"/>
        </w:rPr>
      </w:pPr>
      <w:r w:rsidRPr="009A5172">
        <w:rPr>
          <w:b w:val="0"/>
          <w:sz w:val="22"/>
          <w:szCs w:val="22"/>
        </w:rPr>
        <w:t xml:space="preserve">Die Praxisrelevanz von </w:t>
      </w:r>
      <w:proofErr w:type="spellStart"/>
      <w:r w:rsidRPr="009A5172">
        <w:rPr>
          <w:b w:val="0"/>
          <w:sz w:val="22"/>
          <w:szCs w:val="22"/>
        </w:rPr>
        <w:t>Combined</w:t>
      </w:r>
      <w:proofErr w:type="spellEnd"/>
      <w:r w:rsidRPr="009A5172">
        <w:rPr>
          <w:b w:val="0"/>
          <w:sz w:val="22"/>
          <w:szCs w:val="22"/>
        </w:rPr>
        <w:t xml:space="preserve"> Powers wird mit einer autonomen Zugeinheit und einem Hochvolt-Schulungsmodell </w:t>
      </w:r>
      <w:r w:rsidR="003C73EC">
        <w:rPr>
          <w:b w:val="0"/>
          <w:sz w:val="22"/>
          <w:szCs w:val="22"/>
        </w:rPr>
        <w:t xml:space="preserve">im Rahmen der </w:t>
      </w:r>
      <w:r w:rsidRPr="009A5172">
        <w:rPr>
          <w:b w:val="0"/>
          <w:sz w:val="22"/>
          <w:szCs w:val="22"/>
        </w:rPr>
        <w:t xml:space="preserve"> „Werkstatt Live“ in Halle 2 auf der </w:t>
      </w:r>
      <w:proofErr w:type="spellStart"/>
      <w:r w:rsidRPr="009A5172">
        <w:rPr>
          <w:b w:val="0"/>
          <w:sz w:val="22"/>
          <w:szCs w:val="22"/>
        </w:rPr>
        <w:t>Agritechnica</w:t>
      </w:r>
      <w:proofErr w:type="spellEnd"/>
      <w:r w:rsidRPr="009A5172">
        <w:rPr>
          <w:b w:val="0"/>
          <w:sz w:val="22"/>
          <w:szCs w:val="22"/>
        </w:rPr>
        <w:t xml:space="preserve"> 2025 nochmals unterstrichen. Das KRONE-Trainingszentrum in </w:t>
      </w:r>
      <w:proofErr w:type="spellStart"/>
      <w:r w:rsidRPr="009A5172">
        <w:rPr>
          <w:b w:val="0"/>
          <w:sz w:val="22"/>
          <w:szCs w:val="22"/>
        </w:rPr>
        <w:t>Spelle</w:t>
      </w:r>
      <w:proofErr w:type="spellEnd"/>
      <w:r w:rsidRPr="009A5172">
        <w:rPr>
          <w:b w:val="0"/>
          <w:sz w:val="22"/>
          <w:szCs w:val="22"/>
        </w:rPr>
        <w:t xml:space="preserve"> wurde 2024 offiziell vom </w:t>
      </w:r>
      <w:proofErr w:type="spellStart"/>
      <w:r w:rsidRPr="009A5172">
        <w:rPr>
          <w:b w:val="0"/>
          <w:sz w:val="22"/>
          <w:szCs w:val="22"/>
        </w:rPr>
        <w:t>LandBauTechnik</w:t>
      </w:r>
      <w:proofErr w:type="spellEnd"/>
      <w:r w:rsidRPr="009A5172">
        <w:rPr>
          <w:b w:val="0"/>
          <w:sz w:val="22"/>
          <w:szCs w:val="22"/>
        </w:rPr>
        <w:t xml:space="preserve"> Bundesverband als Hochvolt-Schulungsstätte zertifiziert. Damit können Werkstattmitarbeiter im Handel künftig zum Hochvolt-Spezialisten ausgebildet werden – eine zentrale</w:t>
      </w:r>
      <w:r w:rsidR="007C2B15">
        <w:rPr>
          <w:b w:val="0"/>
          <w:sz w:val="22"/>
          <w:szCs w:val="22"/>
        </w:rPr>
        <w:t xml:space="preserve"> Voraussetzung fü</w:t>
      </w:r>
      <w:r w:rsidR="00085FFE">
        <w:rPr>
          <w:b w:val="0"/>
          <w:sz w:val="22"/>
          <w:szCs w:val="22"/>
        </w:rPr>
        <w:t>r</w:t>
      </w:r>
      <w:r w:rsidR="007C2B15">
        <w:rPr>
          <w:b w:val="0"/>
          <w:sz w:val="22"/>
          <w:szCs w:val="22"/>
        </w:rPr>
        <w:t xml:space="preserve"> den sicheren Einsatz elektrifizierter Systeme im Feld.</w:t>
      </w:r>
      <w:r w:rsidRPr="009A5172">
        <w:rPr>
          <w:b w:val="0"/>
          <w:sz w:val="22"/>
          <w:szCs w:val="22"/>
        </w:rPr>
        <w:t xml:space="preserve"> </w:t>
      </w:r>
      <w:r w:rsidR="003C73EC">
        <w:rPr>
          <w:b w:val="0"/>
          <w:sz w:val="22"/>
          <w:szCs w:val="22"/>
        </w:rPr>
        <w:t>Dies ist der</w:t>
      </w:r>
      <w:r w:rsidRPr="009A5172">
        <w:rPr>
          <w:b w:val="0"/>
          <w:sz w:val="22"/>
          <w:szCs w:val="22"/>
        </w:rPr>
        <w:t xml:space="preserve"> Schlüssel zur erfolgreichen Markteinführung autonomer Lösungen.</w:t>
      </w:r>
    </w:p>
    <w:p w14:paraId="013C50B0" w14:textId="7FB33F61" w:rsidR="000E13BB" w:rsidRDefault="009A5172" w:rsidP="009A5172">
      <w:pPr>
        <w:pStyle w:val="Titel"/>
        <w:spacing w:after="240" w:line="360" w:lineRule="auto"/>
        <w:ind w:right="1699"/>
        <w:jc w:val="both"/>
        <w:rPr>
          <w:b w:val="0"/>
          <w:sz w:val="22"/>
          <w:szCs w:val="22"/>
        </w:rPr>
      </w:pPr>
      <w:r w:rsidRPr="009A5172">
        <w:rPr>
          <w:b w:val="0"/>
          <w:sz w:val="22"/>
          <w:szCs w:val="22"/>
        </w:rPr>
        <w:t xml:space="preserve">Mit ihrem Auftritt auf der </w:t>
      </w:r>
      <w:proofErr w:type="spellStart"/>
      <w:r w:rsidRPr="009A5172">
        <w:rPr>
          <w:b w:val="0"/>
          <w:sz w:val="22"/>
          <w:szCs w:val="22"/>
        </w:rPr>
        <w:t>Agritechnica</w:t>
      </w:r>
      <w:proofErr w:type="spellEnd"/>
      <w:r w:rsidRPr="009A5172">
        <w:rPr>
          <w:b w:val="0"/>
          <w:sz w:val="22"/>
          <w:szCs w:val="22"/>
        </w:rPr>
        <w:t xml:space="preserve"> 2025 machen KRONE und LEMKEN ihre Innovationskraft und die enge partnerschaftliche Zusammenarbeit im Bereich autonomer Landtechnik für die Praxis erlebbar</w:t>
      </w:r>
      <w:r w:rsidR="00EC448F">
        <w:rPr>
          <w:b w:val="0"/>
          <w:sz w:val="22"/>
          <w:szCs w:val="22"/>
        </w:rPr>
        <w:t>.</w:t>
      </w:r>
    </w:p>
    <w:p w14:paraId="289FD93D" w14:textId="3787EE23" w:rsidR="000E13BB" w:rsidRDefault="000E13BB" w:rsidP="000E13BB">
      <w:pPr>
        <w:rPr>
          <w:bCs/>
          <w:szCs w:val="22"/>
        </w:rPr>
      </w:pPr>
      <w:r w:rsidRPr="000E13BB">
        <w:rPr>
          <w:bCs/>
          <w:szCs w:val="22"/>
        </w:rPr>
        <w:t>https://combined-powers.com/</w:t>
      </w:r>
    </w:p>
    <w:p w14:paraId="01ABC442" w14:textId="77777777" w:rsidR="000E13BB" w:rsidRPr="000E13BB" w:rsidRDefault="000E13BB" w:rsidP="000E13BB">
      <w:pPr>
        <w:rPr>
          <w:bCs/>
          <w:szCs w:val="22"/>
        </w:rPr>
      </w:pPr>
    </w:p>
    <w:p w14:paraId="73552B2C" w14:textId="77777777" w:rsidR="00972037" w:rsidRDefault="00C63EC9" w:rsidP="000E13BB">
      <w:pPr>
        <w:pStyle w:val="Titel"/>
        <w:spacing w:after="240" w:line="360" w:lineRule="auto"/>
        <w:ind w:right="1699"/>
        <w:jc w:val="both"/>
        <w:rPr>
          <w:b w:val="0"/>
          <w:bCs w:val="0"/>
        </w:rPr>
      </w:pPr>
      <w:r w:rsidRPr="00BF5920">
        <w:rPr>
          <w:b w:val="0"/>
          <w:bCs w:val="0"/>
        </w:rPr>
        <w:t xml:space="preserve">*** </w:t>
      </w:r>
    </w:p>
    <w:p w14:paraId="0E337D83" w14:textId="43B23E21" w:rsidR="00C63EC9" w:rsidRPr="00C72F04" w:rsidRDefault="00C63EC9" w:rsidP="000E13BB">
      <w:pPr>
        <w:pStyle w:val="Titel"/>
        <w:spacing w:after="240" w:line="360" w:lineRule="auto"/>
        <w:ind w:right="1699"/>
        <w:jc w:val="both"/>
        <w:rPr>
          <w:b w:val="0"/>
          <w:sz w:val="20"/>
          <w:szCs w:val="20"/>
        </w:rPr>
      </w:pPr>
      <w:r w:rsidRPr="00C72F04">
        <w:rPr>
          <w:sz w:val="20"/>
          <w:szCs w:val="20"/>
        </w:rPr>
        <w:t>Presse-Kontakt</w:t>
      </w:r>
      <w:r w:rsidR="009A5172">
        <w:rPr>
          <w:sz w:val="20"/>
          <w:szCs w:val="20"/>
        </w:rPr>
        <w:t>e</w:t>
      </w:r>
    </w:p>
    <w:p w14:paraId="6862CF4C" w14:textId="5C4FB406" w:rsidR="00C63EC9" w:rsidRDefault="00B57BBD" w:rsidP="00361A72">
      <w:pPr>
        <w:pStyle w:val="Textkrper2"/>
        <w:tabs>
          <w:tab w:val="left" w:pos="7020"/>
          <w:tab w:val="left" w:pos="7200"/>
        </w:tabs>
        <w:spacing w:line="240" w:lineRule="auto"/>
        <w:ind w:right="1699"/>
        <w:outlineLvl w:val="0"/>
        <w:rPr>
          <w:sz w:val="20"/>
          <w:szCs w:val="20"/>
        </w:rPr>
      </w:pPr>
      <w:r w:rsidRPr="00833FA8">
        <w:rPr>
          <w:sz w:val="20"/>
          <w:szCs w:val="20"/>
        </w:rPr>
        <w:t>Katrin Fischer</w:t>
      </w:r>
    </w:p>
    <w:p w14:paraId="78BA207E" w14:textId="30EFEF11" w:rsidR="006C0D61" w:rsidRPr="00E1201E" w:rsidRDefault="006C0D61" w:rsidP="00361A72">
      <w:pPr>
        <w:pStyle w:val="Textkrper2"/>
        <w:tabs>
          <w:tab w:val="left" w:pos="7020"/>
          <w:tab w:val="left" w:pos="7200"/>
        </w:tabs>
        <w:spacing w:line="240" w:lineRule="auto"/>
        <w:ind w:right="1699"/>
        <w:outlineLvl w:val="0"/>
        <w:rPr>
          <w:sz w:val="20"/>
          <w:szCs w:val="20"/>
        </w:rPr>
      </w:pPr>
      <w:r w:rsidRPr="00E1201E">
        <w:rPr>
          <w:sz w:val="20"/>
          <w:szCs w:val="20"/>
        </w:rPr>
        <w:t>Pressereferentin</w:t>
      </w:r>
      <w:r w:rsidR="009A5172">
        <w:rPr>
          <w:sz w:val="20"/>
          <w:szCs w:val="20"/>
        </w:rPr>
        <w:t xml:space="preserve"> LEMKEN</w:t>
      </w:r>
    </w:p>
    <w:p w14:paraId="31B7861B" w14:textId="56CA5BEC" w:rsidR="00C63EC9" w:rsidRPr="00E1201E" w:rsidRDefault="00C63EC9" w:rsidP="00361A72">
      <w:pPr>
        <w:pStyle w:val="Textkrper2"/>
        <w:tabs>
          <w:tab w:val="left" w:pos="720"/>
          <w:tab w:val="left" w:pos="7200"/>
        </w:tabs>
        <w:spacing w:line="240" w:lineRule="auto"/>
        <w:ind w:right="1699"/>
        <w:rPr>
          <w:sz w:val="20"/>
          <w:szCs w:val="20"/>
        </w:rPr>
      </w:pPr>
      <w:r w:rsidRPr="00E1201E">
        <w:rPr>
          <w:sz w:val="20"/>
          <w:szCs w:val="20"/>
        </w:rPr>
        <w:t>Phone</w:t>
      </w:r>
      <w:r w:rsidRPr="00E1201E">
        <w:rPr>
          <w:sz w:val="20"/>
          <w:szCs w:val="20"/>
        </w:rPr>
        <w:tab/>
        <w:t xml:space="preserve">+49 2802 81 - </w:t>
      </w:r>
      <w:r w:rsidR="00F82E49" w:rsidRPr="00E1201E">
        <w:rPr>
          <w:sz w:val="20"/>
          <w:szCs w:val="20"/>
        </w:rPr>
        <w:t>2</w:t>
      </w:r>
      <w:r w:rsidR="00161E36" w:rsidRPr="00E1201E">
        <w:rPr>
          <w:sz w:val="20"/>
          <w:szCs w:val="20"/>
        </w:rPr>
        <w:t>4</w:t>
      </w:r>
      <w:r w:rsidR="00F82E49" w:rsidRPr="00E1201E">
        <w:rPr>
          <w:sz w:val="20"/>
          <w:szCs w:val="20"/>
        </w:rPr>
        <w:t>0</w:t>
      </w:r>
    </w:p>
    <w:p w14:paraId="68A07812" w14:textId="68A5F18F" w:rsidR="003000F9" w:rsidRPr="00E1201E" w:rsidRDefault="006C0D61" w:rsidP="003000F9">
      <w:pPr>
        <w:pStyle w:val="Textkrper2"/>
        <w:tabs>
          <w:tab w:val="left" w:pos="720"/>
          <w:tab w:val="left" w:pos="7200"/>
        </w:tabs>
        <w:spacing w:line="240" w:lineRule="auto"/>
        <w:ind w:right="1699"/>
        <w:rPr>
          <w:color w:val="000000" w:themeColor="text1"/>
          <w:sz w:val="20"/>
          <w:szCs w:val="20"/>
        </w:rPr>
      </w:pPr>
      <w:r w:rsidRPr="00E1201E">
        <w:rPr>
          <w:sz w:val="20"/>
          <w:szCs w:val="20"/>
        </w:rPr>
        <w:t>k</w:t>
      </w:r>
      <w:r w:rsidR="00B57BBD" w:rsidRPr="00E1201E">
        <w:rPr>
          <w:sz w:val="20"/>
          <w:szCs w:val="20"/>
        </w:rPr>
        <w:t>.</w:t>
      </w:r>
      <w:r w:rsidRPr="00E1201E">
        <w:rPr>
          <w:sz w:val="20"/>
          <w:szCs w:val="20"/>
        </w:rPr>
        <w:t>f</w:t>
      </w:r>
      <w:r w:rsidR="00B57BBD" w:rsidRPr="00E1201E">
        <w:rPr>
          <w:sz w:val="20"/>
          <w:szCs w:val="20"/>
        </w:rPr>
        <w:t>ischer</w:t>
      </w:r>
      <w:r w:rsidR="003000F9" w:rsidRPr="00E1201E">
        <w:rPr>
          <w:sz w:val="20"/>
          <w:szCs w:val="20"/>
        </w:rPr>
        <w:t>@lemken.com</w:t>
      </w:r>
    </w:p>
    <w:p w14:paraId="6F2B4891" w14:textId="77777777" w:rsidR="00C63EC9" w:rsidRPr="00E1201E" w:rsidRDefault="00C63EC9" w:rsidP="00361A72">
      <w:pPr>
        <w:pStyle w:val="Textkrper2"/>
        <w:tabs>
          <w:tab w:val="left" w:pos="720"/>
          <w:tab w:val="left" w:pos="7200"/>
        </w:tabs>
        <w:spacing w:line="240" w:lineRule="auto"/>
        <w:ind w:right="1699"/>
        <w:rPr>
          <w:sz w:val="20"/>
          <w:szCs w:val="20"/>
        </w:rPr>
      </w:pPr>
      <w:r w:rsidRPr="00E1201E">
        <w:rPr>
          <w:sz w:val="20"/>
          <w:szCs w:val="20"/>
        </w:rPr>
        <w:t>www.lemken.com</w:t>
      </w:r>
    </w:p>
    <w:p w14:paraId="6A8BD072" w14:textId="059DBC0C" w:rsidR="00C63EC9" w:rsidRPr="00E1201E" w:rsidRDefault="00C63EC9" w:rsidP="00361A72">
      <w:pPr>
        <w:pStyle w:val="Textkrper2"/>
        <w:tabs>
          <w:tab w:val="left" w:pos="720"/>
          <w:tab w:val="left" w:pos="7200"/>
        </w:tabs>
        <w:spacing w:line="240" w:lineRule="auto"/>
        <w:ind w:right="1699"/>
        <w:rPr>
          <w:sz w:val="20"/>
          <w:szCs w:val="20"/>
        </w:rPr>
      </w:pPr>
    </w:p>
    <w:p w14:paraId="4C2E6C4C" w14:textId="77777777" w:rsidR="00C64E26" w:rsidRPr="00E1201E" w:rsidRDefault="00C64E26" w:rsidP="00C64E26">
      <w:pPr>
        <w:pStyle w:val="Textkrper2"/>
        <w:tabs>
          <w:tab w:val="left" w:pos="720"/>
          <w:tab w:val="left" w:pos="7200"/>
        </w:tabs>
        <w:spacing w:line="240" w:lineRule="auto"/>
        <w:ind w:right="1699"/>
        <w:rPr>
          <w:sz w:val="20"/>
          <w:szCs w:val="20"/>
        </w:rPr>
      </w:pPr>
      <w:bookmarkStart w:id="1" w:name="_Hlk208306534"/>
      <w:r w:rsidRPr="00E1201E">
        <w:rPr>
          <w:sz w:val="20"/>
          <w:szCs w:val="20"/>
        </w:rPr>
        <w:t>Markus Steinwendner</w:t>
      </w:r>
    </w:p>
    <w:p w14:paraId="2BFD6B97"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 xml:space="preserve">Head of Marketing KRONE Agriculture </w:t>
      </w:r>
    </w:p>
    <w:p w14:paraId="34153A60"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+49 5977 935 188 20</w:t>
      </w:r>
    </w:p>
    <w:p w14:paraId="2D6D4965"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markus.steinwendner@krone.de</w:t>
      </w:r>
    </w:p>
    <w:p w14:paraId="6F2DAE20" w14:textId="2FCDB001" w:rsidR="00C64E26" w:rsidRPr="00972037" w:rsidRDefault="00C64E26" w:rsidP="002B3A74">
      <w:pPr>
        <w:pStyle w:val="Textkrper2"/>
        <w:tabs>
          <w:tab w:val="left" w:pos="720"/>
          <w:tab w:val="left" w:pos="7200"/>
        </w:tabs>
        <w:spacing w:line="240" w:lineRule="auto"/>
        <w:ind w:right="1699"/>
        <w:rPr>
          <w:sz w:val="20"/>
          <w:szCs w:val="20"/>
          <w:lang w:val="en-US"/>
        </w:rPr>
      </w:pPr>
      <w:r w:rsidRPr="00972037">
        <w:rPr>
          <w:sz w:val="20"/>
          <w:szCs w:val="20"/>
          <w:lang w:val="en-US"/>
        </w:rPr>
        <w:t>www.krone-agriculture.com</w:t>
      </w:r>
      <w:bookmarkEnd w:id="1"/>
      <w:r w:rsidRPr="00972037">
        <w:rPr>
          <w:sz w:val="20"/>
          <w:szCs w:val="20"/>
          <w:lang w:val="en-US"/>
        </w:rPr>
        <w:br w:type="page"/>
      </w:r>
    </w:p>
    <w:p w14:paraId="205EF0E5" w14:textId="2B568D80" w:rsidR="00972037" w:rsidRDefault="000006C4" w:rsidP="00361A72">
      <w:pPr>
        <w:pStyle w:val="Textkrper2"/>
        <w:tabs>
          <w:tab w:val="left" w:pos="720"/>
          <w:tab w:val="left" w:pos="7200"/>
        </w:tabs>
        <w:ind w:right="1699"/>
        <w:rPr>
          <w:i/>
          <w:iCs/>
          <w:sz w:val="20"/>
          <w:szCs w:val="20"/>
        </w:rPr>
      </w:pPr>
      <w:r w:rsidRPr="00AA0AE2">
        <w:rPr>
          <w:sz w:val="20"/>
          <w:szCs w:val="20"/>
        </w:rPr>
        <w:lastRenderedPageBreak/>
        <w:t>Bild</w:t>
      </w:r>
      <w:r w:rsidR="00972037" w:rsidRPr="00AA0AE2">
        <w:rPr>
          <w:sz w:val="20"/>
          <w:szCs w:val="20"/>
        </w:rPr>
        <w:t xml:space="preserve"> 1: </w:t>
      </w:r>
      <w:r w:rsidR="002C0AFF" w:rsidRPr="002C0AFF">
        <w:rPr>
          <w:i/>
          <w:iCs/>
          <w:sz w:val="20"/>
          <w:szCs w:val="20"/>
        </w:rPr>
        <w:t xml:space="preserve">Auf der </w:t>
      </w:r>
      <w:proofErr w:type="spellStart"/>
      <w:r w:rsidR="002C0AFF" w:rsidRPr="002C0AFF">
        <w:rPr>
          <w:i/>
          <w:iCs/>
          <w:sz w:val="20"/>
          <w:szCs w:val="20"/>
        </w:rPr>
        <w:t>Agritechnica</w:t>
      </w:r>
      <w:proofErr w:type="spellEnd"/>
      <w:r w:rsidR="002C0AFF" w:rsidRPr="002C0AFF">
        <w:rPr>
          <w:i/>
          <w:iCs/>
          <w:sz w:val="20"/>
          <w:szCs w:val="20"/>
        </w:rPr>
        <w:t xml:space="preserve"> wird</w:t>
      </w:r>
      <w:r w:rsidR="002C0AFF">
        <w:rPr>
          <w:sz w:val="20"/>
          <w:szCs w:val="20"/>
        </w:rPr>
        <w:t xml:space="preserve"> </w:t>
      </w:r>
      <w:r w:rsidR="002C0AFF" w:rsidRPr="002C0AFF">
        <w:rPr>
          <w:i/>
          <w:iCs/>
          <w:sz w:val="20"/>
          <w:szCs w:val="20"/>
        </w:rPr>
        <w:t>der Mähprozess mit dem KRONE Mähwerk greifbar gemacht</w:t>
      </w:r>
      <w:r w:rsidR="00E1201E" w:rsidRPr="00AA0AE2">
        <w:rPr>
          <w:i/>
          <w:iCs/>
          <w:sz w:val="20"/>
          <w:szCs w:val="20"/>
        </w:rPr>
        <w:t>.</w:t>
      </w:r>
    </w:p>
    <w:p w14:paraId="76C649A3" w14:textId="45CDE4AE" w:rsidR="00AA0AE2" w:rsidRDefault="002C0AFF" w:rsidP="00361A72">
      <w:pPr>
        <w:pStyle w:val="Textkrper2"/>
        <w:tabs>
          <w:tab w:val="left" w:pos="720"/>
          <w:tab w:val="left" w:pos="7200"/>
        </w:tabs>
        <w:ind w:right="1699"/>
        <w:rPr>
          <w:sz w:val="20"/>
          <w:szCs w:val="20"/>
        </w:rPr>
      </w:pPr>
      <w:r>
        <w:rPr>
          <w:noProof/>
          <w:sz w:val="20"/>
          <w:szCs w:val="20"/>
        </w:rPr>
        <w:drawing>
          <wp:inline distT="0" distB="0" distL="0" distR="0" wp14:anchorId="06CAC6AC" wp14:editId="3638EBDF">
            <wp:extent cx="3600000" cy="2399338"/>
            <wp:effectExtent l="0" t="0" r="635" b="1270"/>
            <wp:docPr id="957741930" name="Grafik 4" descr="Ein Bild, das Gras, draußen, Himmel, Fe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1930" name="Grafik 4" descr="Ein Bild, das Gras, draußen, Himmel, Feld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5FDF5B3B" w14:textId="5AE83DFD" w:rsidR="00972037" w:rsidRDefault="00972037" w:rsidP="00361A72">
      <w:pPr>
        <w:pStyle w:val="Textkrper2"/>
        <w:tabs>
          <w:tab w:val="left" w:pos="720"/>
          <w:tab w:val="left" w:pos="7200"/>
        </w:tabs>
        <w:ind w:right="1699"/>
        <w:rPr>
          <w:sz w:val="20"/>
          <w:szCs w:val="20"/>
        </w:rPr>
      </w:pPr>
    </w:p>
    <w:p w14:paraId="3D05BA6E" w14:textId="2957F51C" w:rsidR="000B51B1" w:rsidRDefault="00972037" w:rsidP="00361A72">
      <w:pPr>
        <w:pStyle w:val="Textkrper2"/>
        <w:tabs>
          <w:tab w:val="left" w:pos="720"/>
          <w:tab w:val="left" w:pos="7200"/>
        </w:tabs>
        <w:ind w:right="1699"/>
        <w:rPr>
          <w:sz w:val="20"/>
          <w:szCs w:val="20"/>
        </w:rPr>
      </w:pPr>
      <w:r>
        <w:rPr>
          <w:sz w:val="20"/>
          <w:szCs w:val="20"/>
        </w:rPr>
        <w:t xml:space="preserve">Bild 2: </w:t>
      </w:r>
      <w:r w:rsidR="002070B7" w:rsidRPr="002070B7">
        <w:rPr>
          <w:i/>
          <w:iCs/>
          <w:sz w:val="20"/>
          <w:szCs w:val="20"/>
        </w:rPr>
        <w:t>Erste Anbaugeräte werden in den kommenden Jahren als Smart Implement im automatisierten Betrieb für den Standardtraktor verfügbar sein, um die Fahrer bei der Gerätekontrolle zu entlasten</w:t>
      </w:r>
      <w:r w:rsidR="000B51B1" w:rsidRPr="00486AA8">
        <w:rPr>
          <w:i/>
          <w:iCs/>
          <w:sz w:val="20"/>
          <w:szCs w:val="20"/>
        </w:rPr>
        <w:t>.</w:t>
      </w:r>
    </w:p>
    <w:p w14:paraId="7761EB4C" w14:textId="7CE3A3C8" w:rsidR="00C22B5C" w:rsidRDefault="002C0AFF" w:rsidP="00361A72">
      <w:pPr>
        <w:pStyle w:val="Textkrper2"/>
        <w:tabs>
          <w:tab w:val="left" w:pos="720"/>
          <w:tab w:val="left" w:pos="7200"/>
        </w:tabs>
        <w:ind w:right="1699"/>
        <w:rPr>
          <w:sz w:val="20"/>
          <w:szCs w:val="20"/>
        </w:rPr>
      </w:pPr>
      <w:r>
        <w:rPr>
          <w:noProof/>
          <w:sz w:val="20"/>
          <w:szCs w:val="20"/>
        </w:rPr>
        <w:drawing>
          <wp:inline distT="0" distB="0" distL="0" distR="0" wp14:anchorId="440F20F3" wp14:editId="40BD93F7">
            <wp:extent cx="3600000" cy="2400132"/>
            <wp:effectExtent l="0" t="0" r="635" b="635"/>
            <wp:docPr id="1459597306" name="Grafik 5" descr="Ein Bild, das Gras, draußen, Landwirtschaft, Feldfru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597306" name="Grafik 5" descr="Ein Bild, das Gras, draußen, Landwirtschaft, Feldfruch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26016DCC" w14:textId="77777777" w:rsidR="009A5172" w:rsidRDefault="009A5172" w:rsidP="00361A72">
      <w:pPr>
        <w:pStyle w:val="Textkrper2"/>
        <w:tabs>
          <w:tab w:val="left" w:pos="720"/>
          <w:tab w:val="left" w:pos="7200"/>
        </w:tabs>
        <w:ind w:right="1699"/>
        <w:rPr>
          <w:sz w:val="20"/>
          <w:szCs w:val="20"/>
        </w:rPr>
      </w:pPr>
    </w:p>
    <w:p w14:paraId="717DF6BB" w14:textId="77777777" w:rsidR="00092FC3" w:rsidRPr="00092FC3" w:rsidRDefault="00FD598F" w:rsidP="00092FC3">
      <w:pPr>
        <w:pStyle w:val="Textkrper2"/>
        <w:tabs>
          <w:tab w:val="left" w:pos="720"/>
          <w:tab w:val="left" w:pos="7200"/>
        </w:tabs>
        <w:ind w:right="1699"/>
      </w:pPr>
      <w:r>
        <w:rPr>
          <w:sz w:val="20"/>
          <w:szCs w:val="20"/>
        </w:rPr>
        <w:t>Erklärvideo</w:t>
      </w:r>
      <w:r w:rsidRPr="00FD598F">
        <w:rPr>
          <w:sz w:val="20"/>
          <w:szCs w:val="20"/>
        </w:rPr>
        <w:t xml:space="preserve"> Um</w:t>
      </w:r>
      <w:r>
        <w:rPr>
          <w:sz w:val="20"/>
          <w:szCs w:val="20"/>
        </w:rPr>
        <w:t>felderkennung</w:t>
      </w:r>
      <w:r w:rsidR="009A5172" w:rsidRPr="00FD598F">
        <w:rPr>
          <w:sz w:val="20"/>
          <w:szCs w:val="20"/>
        </w:rPr>
        <w:t xml:space="preserve">: </w:t>
      </w:r>
      <w:hyperlink r:id="rId9" w:history="1">
        <w:r w:rsidR="00092FC3" w:rsidRPr="00092FC3">
          <w:rPr>
            <w:rStyle w:val="Hyperlink"/>
          </w:rPr>
          <w:t>https://youtu.be/aBBN2gUaq4g</w:t>
        </w:r>
      </w:hyperlink>
    </w:p>
    <w:p w14:paraId="21C46339" w14:textId="086F5D65" w:rsidR="009A5172" w:rsidRPr="00FD598F" w:rsidRDefault="009A5172" w:rsidP="00361A72">
      <w:pPr>
        <w:pStyle w:val="Textkrper2"/>
        <w:tabs>
          <w:tab w:val="left" w:pos="720"/>
          <w:tab w:val="left" w:pos="7200"/>
        </w:tabs>
        <w:ind w:right="1699"/>
        <w:rPr>
          <w:sz w:val="20"/>
          <w:szCs w:val="20"/>
        </w:rPr>
      </w:pPr>
    </w:p>
    <w:p w14:paraId="1E2C593F" w14:textId="77777777" w:rsidR="007E18CF" w:rsidRPr="00FD598F" w:rsidRDefault="007E18CF" w:rsidP="00361A72">
      <w:pPr>
        <w:pStyle w:val="Textkrper2"/>
        <w:tabs>
          <w:tab w:val="left" w:pos="720"/>
          <w:tab w:val="left" w:pos="7200"/>
        </w:tabs>
        <w:ind w:right="1699"/>
        <w:rPr>
          <w:sz w:val="20"/>
          <w:szCs w:val="20"/>
        </w:rPr>
      </w:pPr>
    </w:p>
    <w:sectPr w:rsidR="007E18CF" w:rsidRPr="00FD598F" w:rsidSect="00944D45">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E57E7" w14:textId="77777777" w:rsidR="00944D45" w:rsidRDefault="00944D45">
      <w:r>
        <w:separator/>
      </w:r>
    </w:p>
  </w:endnote>
  <w:endnote w:type="continuationSeparator" w:id="0">
    <w:p w14:paraId="7F627987" w14:textId="77777777" w:rsidR="00944D45" w:rsidRDefault="0094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2C16F" w14:textId="77777777" w:rsidR="00EC500F" w:rsidRDefault="00EC50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50217EC" w:rsidR="00C63EC9" w:rsidRDefault="00C63EC9" w:rsidP="00912C49">
    <w:pPr>
      <w:pStyle w:val="Fuzeile"/>
      <w:rPr>
        <w:sz w:val="20"/>
      </w:rPr>
    </w:pP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6C5CB470" w:rsidR="00C63EC9" w:rsidRDefault="00C63EC9">
    <w:pPr>
      <w:pStyle w:val="Fuzeile"/>
      <w:rPr>
        <w:sz w:val="20"/>
      </w:rPr>
    </w:pP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257D6" w14:textId="77777777" w:rsidR="00944D45" w:rsidRDefault="00944D45">
      <w:r>
        <w:separator/>
      </w:r>
    </w:p>
  </w:footnote>
  <w:footnote w:type="continuationSeparator" w:id="0">
    <w:p w14:paraId="340F7041" w14:textId="77777777" w:rsidR="00944D45" w:rsidRDefault="0094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5CC76" w14:textId="77777777" w:rsidR="00EC500F" w:rsidRDefault="00EC500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2D7A0E4" w:rsidR="00E83CBB" w:rsidRDefault="00EC500F">
    <w:pPr>
      <w:pStyle w:val="Kopfzeile"/>
    </w:pPr>
    <w:r>
      <w:rPr>
        <w:noProof/>
      </w:rPr>
      <mc:AlternateContent>
        <mc:Choice Requires="wpg">
          <w:drawing>
            <wp:anchor distT="0" distB="0" distL="114300" distR="114300" simplePos="0" relativeHeight="251663360" behindDoc="0" locked="0" layoutInCell="1" allowOverlap="1" wp14:anchorId="554435AD" wp14:editId="0FBFF103">
              <wp:simplePos x="0" y="0"/>
              <wp:positionH relativeFrom="column">
                <wp:posOffset>4445</wp:posOffset>
              </wp:positionH>
              <wp:positionV relativeFrom="paragraph">
                <wp:posOffset>200025</wp:posOffset>
              </wp:positionV>
              <wp:extent cx="5746750" cy="503555"/>
              <wp:effectExtent l="0" t="0" r="6350" b="0"/>
              <wp:wrapSquare wrapText="bothSides"/>
              <wp:docPr id="262760163" name="Gruppieren 1"/>
              <wp:cNvGraphicFramePr/>
              <a:graphic xmlns:a="http://schemas.openxmlformats.org/drawingml/2006/main">
                <a:graphicData uri="http://schemas.microsoft.com/office/word/2010/wordprocessingGroup">
                  <wpg:wgp>
                    <wpg:cNvGrpSpPr/>
                    <wpg:grpSpPr>
                      <a:xfrm>
                        <a:off x="0" y="0"/>
                        <a:ext cx="5746750" cy="503555"/>
                        <a:chOff x="0" y="0"/>
                        <a:chExt cx="5746750" cy="503555"/>
                      </a:xfrm>
                    </wpg:grpSpPr>
                    <pic:pic xmlns:pic="http://schemas.openxmlformats.org/drawingml/2006/picture">
                      <pic:nvPicPr>
                        <pic:cNvPr id="1108493703" name="Grafik 1" descr="Ein Bild, das Schrift, Grafiken, Logo, Grafikdesign enthält.&#10;&#10;KI-generierte Inhalte können fehlerhaft sein."/>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3848100" y="28575"/>
                          <a:ext cx="1898650" cy="359410"/>
                        </a:xfrm>
                        <a:prstGeom prst="rect">
                          <a:avLst/>
                        </a:prstGeom>
                      </pic:spPr>
                    </pic:pic>
                    <pic:pic xmlns:pic="http://schemas.openxmlformats.org/drawingml/2006/picture">
                      <pic:nvPicPr>
                        <pic:cNvPr id="2028249963" name="Grafik 1" descr="Ein Bild, das Schrift, Grafiken, Logo, Grafikdesign enthält.&#10;&#10;Automatisch generierte Beschreibung"/>
                        <pic:cNvPicPr>
                          <a:picLocks noChangeAspect="1"/>
                        </pic:cNvPicPr>
                      </pic:nvPicPr>
                      <pic:blipFill rotWithShape="1">
                        <a:blip r:embed="rId2" cstate="print">
                          <a:extLst>
                            <a:ext uri="{28A0092B-C50C-407E-A947-70E740481C1C}">
                              <a14:useLocalDpi xmlns:a14="http://schemas.microsoft.com/office/drawing/2010/main"/>
                            </a:ext>
                          </a:extLst>
                        </a:blip>
                        <a:srcRect/>
                        <a:stretch>
                          <a:fillRect/>
                        </a:stretch>
                      </pic:blipFill>
                      <pic:spPr bwMode="auto">
                        <a:xfrm>
                          <a:off x="0" y="0"/>
                          <a:ext cx="2124075" cy="3333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49501712" name="Grafik 2" descr="Ein Bild, das Schrift, Logo, Grafiken, Symbol enthält.&#10;&#10;Automatisch generierte Beschreibung"/>
                        <pic:cNvPicPr>
                          <a:picLocks noChangeAspect="1"/>
                        </pic:cNvPicPr>
                      </pic:nvPicPr>
                      <pic:blipFill>
                        <a:blip r:embed="rId3" cstate="print">
                          <a:extLst>
                            <a:ext uri="{28A0092B-C50C-407E-A947-70E740481C1C}">
                              <a14:useLocalDpi xmlns:a14="http://schemas.microsoft.com/office/drawing/2010/main"/>
                            </a:ext>
                          </a:extLst>
                        </a:blip>
                        <a:stretch>
                          <a:fillRect/>
                        </a:stretch>
                      </pic:blipFill>
                      <pic:spPr>
                        <a:xfrm>
                          <a:off x="2238375" y="0"/>
                          <a:ext cx="1455420" cy="503555"/>
                        </a:xfrm>
                        <a:prstGeom prst="rect">
                          <a:avLst/>
                        </a:prstGeom>
                      </pic:spPr>
                    </pic:pic>
                  </wpg:wgp>
                </a:graphicData>
              </a:graphic>
            </wp:anchor>
          </w:drawing>
        </mc:Choice>
        <mc:Fallback>
          <w:pict>
            <v:group w14:anchorId="5750E457" id="Gruppieren 1" o:spid="_x0000_s1026" style="position:absolute;margin-left:.35pt;margin-top:15.75pt;width:452.5pt;height:39.65pt;z-index:251663360" coordsize="57467,5035" o:gfxdata="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Ein Bild, das Schrift, Grafiken, Logo, Grafikdesign enthält.&#10;&#10;KI-generierte Inhalte können fehlerhaft sein." style="position:absolute;left:38481;top:285;width:18986;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">
                <v:imagedata r:id="rId4" o:title="Ein Bild, das Schrift, Grafiken, Logo, Grafikdesign enthält.&#10;&#10;KI-generierte Inhalte können fehlerhaft sein"/>
              </v:shape>
              <v:shape id="Grafik 1" o:spid="_x0000_s1028" type="#_x0000_t75" alt="Ein Bild, das Schrift, Grafiken, Logo, Grafikdesign enthält.&#10;&#10;Automatisch generierte Beschreibung" style="position:absolute;width:21240;height:3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">
                <v:imagedata r:id="rId5" o:title="Ein Bild, das Schrift, Grafiken, Logo, Grafikdesign enthält"/>
              </v:shape>
              <v:shape id="Grafik 2" o:spid="_x0000_s1029" type="#_x0000_t75" alt="Ein Bild, das Schrift, Logo, Grafiken, Symbol enthält.&#10;&#10;Automatisch generierte Beschreibung" style="position:absolute;left:22383;width:14554;height:5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">
                <v:imagedata r:id="rId6" o:title="Ein Bild, das Schrift, Logo, Grafiken, Symbol enthält"/>
              </v:shape>
              <w10:wrap type="square"/>
            </v:group>
          </w:pict>
        </mc:Fallback>
      </mc:AlternateContent>
    </w:r>
    <w:r w:rsidR="009A5172">
      <w:rPr>
        <w:noProof/>
      </w:rPr>
      <w:drawing>
        <wp:anchor distT="0" distB="0" distL="114300" distR="114300" simplePos="0" relativeHeight="251654144" behindDoc="0" locked="0" layoutInCell="1" allowOverlap="1" wp14:anchorId="5CA57970" wp14:editId="00E8D1A4">
          <wp:simplePos x="0" y="0"/>
          <wp:positionH relativeFrom="margin">
            <wp:posOffset>2242820</wp:posOffset>
          </wp:positionH>
          <wp:positionV relativeFrom="paragraph">
            <wp:posOffset>227330</wp:posOffset>
          </wp:positionV>
          <wp:extent cx="1456000" cy="504000"/>
          <wp:effectExtent l="0" t="0" r="0" b="0"/>
          <wp:wrapSquare wrapText="bothSides"/>
          <wp:docPr id="3" name="Grafik 3" descr="Ein Bild, das Schrift, Logo,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rift, Logo, Grafiken, Symbol enthält.&#10;&#10;Automatisch generierte Beschreibung"/>
                  <pic:cNvPicPr/>
                </pic:nvPicPr>
                <pic:blipFill>
                  <a:blip r:embed="rId7"/>
                  <a:stretch>
                    <a:fillRect/>
                  </a:stretch>
                </pic:blipFill>
                <pic:spPr>
                  <a:xfrm>
                    <a:off x="0" y="0"/>
                    <a:ext cx="1456000" cy="504000"/>
                  </a:xfrm>
                  <a:prstGeom prst="rect">
                    <a:avLst/>
                  </a:prstGeom>
                </pic:spPr>
              </pic:pic>
            </a:graphicData>
          </a:graphic>
          <wp14:sizeRelH relativeFrom="margin">
            <wp14:pctWidth>0</wp14:pctWidth>
          </wp14:sizeRelH>
          <wp14:sizeRelV relativeFrom="margin">
            <wp14:pctHeight>0</wp14:pctHeight>
          </wp14:sizeRelV>
        </wp:anchor>
      </w:drawing>
    </w:r>
    <w:r w:rsidR="009A5172">
      <w:rPr>
        <w:noProof/>
      </w:rPr>
      <w:drawing>
        <wp:anchor distT="0" distB="0" distL="114300" distR="114300" simplePos="0" relativeHeight="251653120" behindDoc="0" locked="0" layoutInCell="1" allowOverlap="1" wp14:anchorId="29651545" wp14:editId="7EBF3001">
          <wp:simplePos x="0" y="0"/>
          <wp:positionH relativeFrom="margin">
            <wp:align>left</wp:align>
          </wp:positionH>
          <wp:positionV relativeFrom="paragraph">
            <wp:posOffset>227965</wp:posOffset>
          </wp:positionV>
          <wp:extent cx="2124075" cy="333375"/>
          <wp:effectExtent l="0" t="0" r="9525" b="9525"/>
          <wp:wrapSquare wrapText="bothSides"/>
          <wp:docPr id="1"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Grafiken, Logo, Grafikdesign enthält.&#10;&#10;Automatisch generierte Beschreibung"/>
                  <pic:cNvPicPr>
                    <a:picLocks noChangeAspect="1"/>
                  </pic:cNvPicPr>
                </pic:nvPicPr>
                <pic:blipFill rotWithShape="1">
                  <a:blip r:embed="rId8">
                    <a:extLst>
                      <a:ext uri="{28A0092B-C50C-407E-A947-70E740481C1C}">
                        <a14:useLocalDpi xmlns:a14="http://schemas.microsoft.com/office/drawing/2010/main" val="0"/>
                      </a:ext>
                    </a:extLst>
                  </a:blip>
                  <a:srcRect l="7104" t="29297" r="6939" b="28582"/>
                  <a:stretch>
                    <a:fillRect/>
                  </a:stretch>
                </pic:blipFill>
                <pic:spPr bwMode="auto">
                  <a:xfrm>
                    <a:off x="0" y="0"/>
                    <a:ext cx="2124075" cy="333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BA56B6" w14:textId="11986111" w:rsidR="00E83CBB" w:rsidRDefault="00E83CBB">
    <w:pPr>
      <w:pStyle w:val="Kopfzeile"/>
    </w:pPr>
  </w:p>
  <w:p w14:paraId="509D6A3E" w14:textId="7980F62E" w:rsidR="00E83CBB" w:rsidRDefault="00E83CBB" w:rsidP="00E83CBB">
    <w:pPr>
      <w:pStyle w:val="Kopfzeile"/>
      <w:jc w:val="right"/>
      <w:rPr>
        <w:b/>
      </w:rPr>
    </w:pPr>
  </w:p>
  <w:p w14:paraId="4201BC77" w14:textId="6FD0A09B"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3E7E974A" w:rsidR="00E83CBB" w:rsidRDefault="00E83CBB" w:rsidP="00A009AD">
    <w:pPr>
      <w:pStyle w:val="Kopfzeile"/>
      <w:jc w:val="right"/>
    </w:pPr>
    <w:r>
      <w:t>Alpen</w:t>
    </w:r>
    <w:r w:rsidR="00C64E26">
      <w:t xml:space="preserve"> und </w:t>
    </w:r>
    <w:proofErr w:type="spellStart"/>
    <w:r w:rsidR="00C64E26">
      <w:t>Spelle</w:t>
    </w:r>
    <w:proofErr w:type="spellEnd"/>
    <w:r>
      <w:t xml:space="preserve">, im </w:t>
    </w:r>
    <w:r w:rsidR="009A5172">
      <w:t>September</w:t>
    </w:r>
    <w:r w:rsidR="00922957">
      <w:t xml:space="preserve"> </w:t>
    </w:r>
    <w:r w:rsidR="0006759C">
      <w:t>20</w:t>
    </w:r>
    <w:r w:rsidR="006378C8">
      <w:t>2</w:t>
    </w:r>
    <w:r w:rsidR="009A5172">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2683C"/>
    <w:rsid w:val="00041178"/>
    <w:rsid w:val="000420BF"/>
    <w:rsid w:val="000517AD"/>
    <w:rsid w:val="00057641"/>
    <w:rsid w:val="0006759C"/>
    <w:rsid w:val="00067ADA"/>
    <w:rsid w:val="00077B84"/>
    <w:rsid w:val="000803D1"/>
    <w:rsid w:val="00081816"/>
    <w:rsid w:val="00085FFE"/>
    <w:rsid w:val="00091FD8"/>
    <w:rsid w:val="00092FC3"/>
    <w:rsid w:val="000A0547"/>
    <w:rsid w:val="000B51B1"/>
    <w:rsid w:val="000D1D67"/>
    <w:rsid w:val="000D36F4"/>
    <w:rsid w:val="000E13BB"/>
    <w:rsid w:val="000F47D7"/>
    <w:rsid w:val="000F7823"/>
    <w:rsid w:val="001162C6"/>
    <w:rsid w:val="001206DC"/>
    <w:rsid w:val="00122C35"/>
    <w:rsid w:val="001245C8"/>
    <w:rsid w:val="00135436"/>
    <w:rsid w:val="00136E27"/>
    <w:rsid w:val="00150F3E"/>
    <w:rsid w:val="00156D6F"/>
    <w:rsid w:val="0015756F"/>
    <w:rsid w:val="00157A36"/>
    <w:rsid w:val="00161E36"/>
    <w:rsid w:val="00170625"/>
    <w:rsid w:val="00171585"/>
    <w:rsid w:val="001728A8"/>
    <w:rsid w:val="00180BF9"/>
    <w:rsid w:val="00184E4C"/>
    <w:rsid w:val="00192E77"/>
    <w:rsid w:val="00195CA7"/>
    <w:rsid w:val="001A5F6A"/>
    <w:rsid w:val="001B05C9"/>
    <w:rsid w:val="001B112A"/>
    <w:rsid w:val="001D347D"/>
    <w:rsid w:val="001E7A00"/>
    <w:rsid w:val="001F63DD"/>
    <w:rsid w:val="00202A78"/>
    <w:rsid w:val="00203353"/>
    <w:rsid w:val="002033C6"/>
    <w:rsid w:val="002046A9"/>
    <w:rsid w:val="002070B7"/>
    <w:rsid w:val="00225F31"/>
    <w:rsid w:val="00230A9D"/>
    <w:rsid w:val="002337E4"/>
    <w:rsid w:val="0024407C"/>
    <w:rsid w:val="00246BF4"/>
    <w:rsid w:val="00257BBC"/>
    <w:rsid w:val="00261B9C"/>
    <w:rsid w:val="002718A9"/>
    <w:rsid w:val="00276E3B"/>
    <w:rsid w:val="002775AC"/>
    <w:rsid w:val="00294BC3"/>
    <w:rsid w:val="0029718C"/>
    <w:rsid w:val="00297844"/>
    <w:rsid w:val="00297F9F"/>
    <w:rsid w:val="002A0C42"/>
    <w:rsid w:val="002A1A40"/>
    <w:rsid w:val="002A5BD4"/>
    <w:rsid w:val="002B3A74"/>
    <w:rsid w:val="002B4A05"/>
    <w:rsid w:val="002C0AFF"/>
    <w:rsid w:val="002C0B0D"/>
    <w:rsid w:val="002C4813"/>
    <w:rsid w:val="002C79DF"/>
    <w:rsid w:val="002D3B90"/>
    <w:rsid w:val="002E11EB"/>
    <w:rsid w:val="002F7D3E"/>
    <w:rsid w:val="003000F9"/>
    <w:rsid w:val="00320DC7"/>
    <w:rsid w:val="00340E20"/>
    <w:rsid w:val="00342678"/>
    <w:rsid w:val="003444F6"/>
    <w:rsid w:val="00344975"/>
    <w:rsid w:val="00352553"/>
    <w:rsid w:val="00352B3F"/>
    <w:rsid w:val="00361A72"/>
    <w:rsid w:val="003641ED"/>
    <w:rsid w:val="003674CA"/>
    <w:rsid w:val="00372E43"/>
    <w:rsid w:val="0037415C"/>
    <w:rsid w:val="00382CC3"/>
    <w:rsid w:val="00391A14"/>
    <w:rsid w:val="003B0DB8"/>
    <w:rsid w:val="003B0EC1"/>
    <w:rsid w:val="003B57EC"/>
    <w:rsid w:val="003C73EC"/>
    <w:rsid w:val="003D0269"/>
    <w:rsid w:val="003F1FF1"/>
    <w:rsid w:val="004007D7"/>
    <w:rsid w:val="004167A4"/>
    <w:rsid w:val="00443B9B"/>
    <w:rsid w:val="004632EB"/>
    <w:rsid w:val="00463384"/>
    <w:rsid w:val="004633F9"/>
    <w:rsid w:val="00464588"/>
    <w:rsid w:val="00472A49"/>
    <w:rsid w:val="00486AA8"/>
    <w:rsid w:val="00494FE7"/>
    <w:rsid w:val="004967AD"/>
    <w:rsid w:val="004A083E"/>
    <w:rsid w:val="004A4F05"/>
    <w:rsid w:val="004A5596"/>
    <w:rsid w:val="004C36EE"/>
    <w:rsid w:val="004C5543"/>
    <w:rsid w:val="004D316F"/>
    <w:rsid w:val="004D4B93"/>
    <w:rsid w:val="004D7CBB"/>
    <w:rsid w:val="004E3409"/>
    <w:rsid w:val="004E6B3C"/>
    <w:rsid w:val="004F112B"/>
    <w:rsid w:val="004F3150"/>
    <w:rsid w:val="00507906"/>
    <w:rsid w:val="00533957"/>
    <w:rsid w:val="0053594A"/>
    <w:rsid w:val="00543685"/>
    <w:rsid w:val="00557612"/>
    <w:rsid w:val="00563B2A"/>
    <w:rsid w:val="00566298"/>
    <w:rsid w:val="00566D9D"/>
    <w:rsid w:val="0057037A"/>
    <w:rsid w:val="00570705"/>
    <w:rsid w:val="00570DC4"/>
    <w:rsid w:val="00590825"/>
    <w:rsid w:val="00590C5C"/>
    <w:rsid w:val="00592A88"/>
    <w:rsid w:val="0059685D"/>
    <w:rsid w:val="005A35B4"/>
    <w:rsid w:val="005A4985"/>
    <w:rsid w:val="005A5776"/>
    <w:rsid w:val="005B12A3"/>
    <w:rsid w:val="005B1918"/>
    <w:rsid w:val="005B1A62"/>
    <w:rsid w:val="005B3274"/>
    <w:rsid w:val="005B5DC1"/>
    <w:rsid w:val="005D11BB"/>
    <w:rsid w:val="005D43CE"/>
    <w:rsid w:val="005E4024"/>
    <w:rsid w:val="00605437"/>
    <w:rsid w:val="00610310"/>
    <w:rsid w:val="00614296"/>
    <w:rsid w:val="00616242"/>
    <w:rsid w:val="00621051"/>
    <w:rsid w:val="006378C8"/>
    <w:rsid w:val="0064585D"/>
    <w:rsid w:val="00646F26"/>
    <w:rsid w:val="00655910"/>
    <w:rsid w:val="00656D60"/>
    <w:rsid w:val="00656F0F"/>
    <w:rsid w:val="006620A7"/>
    <w:rsid w:val="00672C3D"/>
    <w:rsid w:val="00680A9A"/>
    <w:rsid w:val="00683B19"/>
    <w:rsid w:val="00685AE9"/>
    <w:rsid w:val="00686320"/>
    <w:rsid w:val="006B3B3C"/>
    <w:rsid w:val="006B3C8F"/>
    <w:rsid w:val="006C0D61"/>
    <w:rsid w:val="006C0FD9"/>
    <w:rsid w:val="006D1967"/>
    <w:rsid w:val="006E686F"/>
    <w:rsid w:val="006F54A5"/>
    <w:rsid w:val="00704D8F"/>
    <w:rsid w:val="00706978"/>
    <w:rsid w:val="0071016A"/>
    <w:rsid w:val="00710650"/>
    <w:rsid w:val="00711B24"/>
    <w:rsid w:val="007150BC"/>
    <w:rsid w:val="00715415"/>
    <w:rsid w:val="0072123B"/>
    <w:rsid w:val="00753CB9"/>
    <w:rsid w:val="007646E7"/>
    <w:rsid w:val="007773E3"/>
    <w:rsid w:val="007816E6"/>
    <w:rsid w:val="00785157"/>
    <w:rsid w:val="007C2B15"/>
    <w:rsid w:val="007D13C5"/>
    <w:rsid w:val="007E06E2"/>
    <w:rsid w:val="007E18CF"/>
    <w:rsid w:val="007E28F5"/>
    <w:rsid w:val="007E6E22"/>
    <w:rsid w:val="0080546E"/>
    <w:rsid w:val="00806B8C"/>
    <w:rsid w:val="00807BB1"/>
    <w:rsid w:val="0081648C"/>
    <w:rsid w:val="008241DC"/>
    <w:rsid w:val="00833FA8"/>
    <w:rsid w:val="00834DE1"/>
    <w:rsid w:val="008358FE"/>
    <w:rsid w:val="008568E5"/>
    <w:rsid w:val="00860A02"/>
    <w:rsid w:val="00861E62"/>
    <w:rsid w:val="0086351D"/>
    <w:rsid w:val="00870611"/>
    <w:rsid w:val="00871E65"/>
    <w:rsid w:val="008818CB"/>
    <w:rsid w:val="00883AB4"/>
    <w:rsid w:val="0088637A"/>
    <w:rsid w:val="0089279F"/>
    <w:rsid w:val="008A7023"/>
    <w:rsid w:val="008B05C6"/>
    <w:rsid w:val="008C3B58"/>
    <w:rsid w:val="008D271E"/>
    <w:rsid w:val="008D71A6"/>
    <w:rsid w:val="008E2C03"/>
    <w:rsid w:val="008F05CE"/>
    <w:rsid w:val="00901981"/>
    <w:rsid w:val="00906ABE"/>
    <w:rsid w:val="00907AC2"/>
    <w:rsid w:val="00910378"/>
    <w:rsid w:val="00912C49"/>
    <w:rsid w:val="00917986"/>
    <w:rsid w:val="00922957"/>
    <w:rsid w:val="00944D45"/>
    <w:rsid w:val="00950746"/>
    <w:rsid w:val="009553A7"/>
    <w:rsid w:val="0096335D"/>
    <w:rsid w:val="00972037"/>
    <w:rsid w:val="00973EDE"/>
    <w:rsid w:val="00981585"/>
    <w:rsid w:val="009838F0"/>
    <w:rsid w:val="009864C1"/>
    <w:rsid w:val="00994BBD"/>
    <w:rsid w:val="009A3071"/>
    <w:rsid w:val="009A5172"/>
    <w:rsid w:val="009A61F5"/>
    <w:rsid w:val="009B1351"/>
    <w:rsid w:val="009B1913"/>
    <w:rsid w:val="009E6244"/>
    <w:rsid w:val="00A009AD"/>
    <w:rsid w:val="00A035AC"/>
    <w:rsid w:val="00A12E60"/>
    <w:rsid w:val="00A2157F"/>
    <w:rsid w:val="00A22AD1"/>
    <w:rsid w:val="00A30292"/>
    <w:rsid w:val="00A343C7"/>
    <w:rsid w:val="00A46F69"/>
    <w:rsid w:val="00A52D52"/>
    <w:rsid w:val="00A52EA3"/>
    <w:rsid w:val="00A72B4D"/>
    <w:rsid w:val="00A82D37"/>
    <w:rsid w:val="00A849AE"/>
    <w:rsid w:val="00A90901"/>
    <w:rsid w:val="00A951B8"/>
    <w:rsid w:val="00AA09C4"/>
    <w:rsid w:val="00AA0AE2"/>
    <w:rsid w:val="00AD55B4"/>
    <w:rsid w:val="00AD64D3"/>
    <w:rsid w:val="00AD651E"/>
    <w:rsid w:val="00AE6BE1"/>
    <w:rsid w:val="00AF1E45"/>
    <w:rsid w:val="00AF2660"/>
    <w:rsid w:val="00B15D31"/>
    <w:rsid w:val="00B32C07"/>
    <w:rsid w:val="00B331CC"/>
    <w:rsid w:val="00B343BE"/>
    <w:rsid w:val="00B501A7"/>
    <w:rsid w:val="00B5167C"/>
    <w:rsid w:val="00B57836"/>
    <w:rsid w:val="00B57BBD"/>
    <w:rsid w:val="00B61734"/>
    <w:rsid w:val="00BA0D06"/>
    <w:rsid w:val="00BB122E"/>
    <w:rsid w:val="00BB1B5D"/>
    <w:rsid w:val="00BC667E"/>
    <w:rsid w:val="00BF1211"/>
    <w:rsid w:val="00BF2ADA"/>
    <w:rsid w:val="00BF5878"/>
    <w:rsid w:val="00BF5920"/>
    <w:rsid w:val="00C05D0B"/>
    <w:rsid w:val="00C114A2"/>
    <w:rsid w:val="00C20AD6"/>
    <w:rsid w:val="00C22B5C"/>
    <w:rsid w:val="00C30AB6"/>
    <w:rsid w:val="00C4432E"/>
    <w:rsid w:val="00C4439E"/>
    <w:rsid w:val="00C46CC8"/>
    <w:rsid w:val="00C51E1C"/>
    <w:rsid w:val="00C537F4"/>
    <w:rsid w:val="00C542EA"/>
    <w:rsid w:val="00C55560"/>
    <w:rsid w:val="00C563F2"/>
    <w:rsid w:val="00C63EC9"/>
    <w:rsid w:val="00C64E26"/>
    <w:rsid w:val="00C72F04"/>
    <w:rsid w:val="00C75B5A"/>
    <w:rsid w:val="00C761B6"/>
    <w:rsid w:val="00C8677B"/>
    <w:rsid w:val="00C961F4"/>
    <w:rsid w:val="00CA14D3"/>
    <w:rsid w:val="00CA5001"/>
    <w:rsid w:val="00CA7E85"/>
    <w:rsid w:val="00CB2B84"/>
    <w:rsid w:val="00CB5D32"/>
    <w:rsid w:val="00CC572C"/>
    <w:rsid w:val="00CC7544"/>
    <w:rsid w:val="00CD4750"/>
    <w:rsid w:val="00CD4F46"/>
    <w:rsid w:val="00CF075E"/>
    <w:rsid w:val="00D01116"/>
    <w:rsid w:val="00D21B1D"/>
    <w:rsid w:val="00D27B99"/>
    <w:rsid w:val="00D45E29"/>
    <w:rsid w:val="00D54775"/>
    <w:rsid w:val="00D71AC8"/>
    <w:rsid w:val="00D7690D"/>
    <w:rsid w:val="00DA57C3"/>
    <w:rsid w:val="00DB5EB6"/>
    <w:rsid w:val="00DB6559"/>
    <w:rsid w:val="00DC7EFB"/>
    <w:rsid w:val="00DD0753"/>
    <w:rsid w:val="00DE702A"/>
    <w:rsid w:val="00DF2AFB"/>
    <w:rsid w:val="00DF47B6"/>
    <w:rsid w:val="00DF75AC"/>
    <w:rsid w:val="00E00207"/>
    <w:rsid w:val="00E00515"/>
    <w:rsid w:val="00E01DAC"/>
    <w:rsid w:val="00E02560"/>
    <w:rsid w:val="00E1201E"/>
    <w:rsid w:val="00E1583E"/>
    <w:rsid w:val="00E30F7E"/>
    <w:rsid w:val="00E4033F"/>
    <w:rsid w:val="00E43DAF"/>
    <w:rsid w:val="00E447DC"/>
    <w:rsid w:val="00E5127F"/>
    <w:rsid w:val="00E6032D"/>
    <w:rsid w:val="00E662F2"/>
    <w:rsid w:val="00E66BAB"/>
    <w:rsid w:val="00E70458"/>
    <w:rsid w:val="00E83CBB"/>
    <w:rsid w:val="00E8741C"/>
    <w:rsid w:val="00E87E40"/>
    <w:rsid w:val="00E95A59"/>
    <w:rsid w:val="00EA02D5"/>
    <w:rsid w:val="00EB28CC"/>
    <w:rsid w:val="00EB7B26"/>
    <w:rsid w:val="00EC0405"/>
    <w:rsid w:val="00EC448F"/>
    <w:rsid w:val="00EC500F"/>
    <w:rsid w:val="00ED1A44"/>
    <w:rsid w:val="00ED3628"/>
    <w:rsid w:val="00ED718D"/>
    <w:rsid w:val="00EF5C3D"/>
    <w:rsid w:val="00F0669F"/>
    <w:rsid w:val="00F24653"/>
    <w:rsid w:val="00F36037"/>
    <w:rsid w:val="00F41231"/>
    <w:rsid w:val="00F60DC7"/>
    <w:rsid w:val="00F769F1"/>
    <w:rsid w:val="00F7712B"/>
    <w:rsid w:val="00F82E49"/>
    <w:rsid w:val="00F9506A"/>
    <w:rsid w:val="00F9711A"/>
    <w:rsid w:val="00FA042A"/>
    <w:rsid w:val="00FA0EF6"/>
    <w:rsid w:val="00FB3192"/>
    <w:rsid w:val="00FB48CF"/>
    <w:rsid w:val="00FD2177"/>
    <w:rsid w:val="00FD598F"/>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F7712B"/>
    <w:rPr>
      <w:color w:val="605E5C"/>
      <w:shd w:val="clear" w:color="auto" w:fill="E1DFDD"/>
    </w:rPr>
  </w:style>
  <w:style w:type="paragraph" w:styleId="berarbeitung">
    <w:name w:val="Revision"/>
    <w:hidden/>
    <w:uiPriority w:val="99"/>
    <w:semiHidden/>
    <w:rsid w:val="006C0D61"/>
    <w:rPr>
      <w:rFonts w:ascii="Arial" w:hAnsi="Arial"/>
      <w:szCs w:val="24"/>
    </w:rPr>
  </w:style>
  <w:style w:type="character" w:styleId="BesuchterLink">
    <w:name w:val="FollowedHyperlink"/>
    <w:basedOn w:val="Absatz-Standardschriftart"/>
    <w:uiPriority w:val="99"/>
    <w:semiHidden/>
    <w:unhideWhenUsed/>
    <w:rsid w:val="00861E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aBBN2gUaq4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5.jpeg"/><Relationship Id="rId7" Type="http://schemas.openxmlformats.org/officeDocument/2006/relationships/image" Target="media/image6.jpg"/><Relationship Id="rId2" Type="http://schemas.openxmlformats.org/officeDocument/2006/relationships/image" Target="media/image4.png"/><Relationship Id="rId1" Type="http://schemas.openxmlformats.org/officeDocument/2006/relationships/image" Target="media/image3.tiff"/><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691</Words>
  <Characters>4936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12</cp:revision>
  <cp:lastPrinted>2025-09-15T05:46:00Z</cp:lastPrinted>
  <dcterms:created xsi:type="dcterms:W3CDTF">2025-09-03T05:39:00Z</dcterms:created>
  <dcterms:modified xsi:type="dcterms:W3CDTF">2025-09-15T05:46:00Z</dcterms:modified>
</cp:coreProperties>
</file>